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8D66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19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6D568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Западна </w:t>
            </w:r>
            <w:r w:rsidR="006D5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Европа:</w:t>
            </w:r>
            <w:r w:rsidR="008D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георафске  одлике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6D5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5681" w:rsidRP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5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 и  разумевања градива  о географским одликама</w:t>
            </w:r>
            <w:r w:rsidR="008D6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Западне 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нова знања о 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</w:t>
            </w:r>
            <w:r w:rsidR="008D66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одликама   Западне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8D662F" w:rsidRPr="008D662F" w:rsidRDefault="008D662F" w:rsidP="008D662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8D662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разуме  физичкогеографске  и  друштвеногеографске  одлике  регије</w:t>
            </w:r>
          </w:p>
          <w:p w:rsidR="00D0461E" w:rsidRPr="006D5681" w:rsidRDefault="008D662F" w:rsidP="008D662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D662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-на  карти  покаже  најважније географске  објекте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Западне  Европе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 река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Западне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аје основне 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8D662F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ГЕ2.4.2. Описује  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Западне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  <w:r w:rsidR="0045123D"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8D662F" w:rsidRDefault="0045123D" w:rsidP="008D662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</w:p>
          <w:p w:rsidR="008D662F" w:rsidRDefault="008D662F" w:rsidP="008D662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положај,  природногепграфских  одлика  на  становништво  и  привреду Западне Европе</w:t>
            </w:r>
          </w:p>
          <w:p w:rsidR="00664F16" w:rsidRPr="006C1089" w:rsidRDefault="0045123D" w:rsidP="008D662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D662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Западној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</w:t>
            </w:r>
            <w:r w:rsidR="00F971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8D6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6D5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-Упознајемо ученике  са  садржајем  часа  и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захтевамо да  пр</w:t>
            </w:r>
            <w:r w:rsidR="008D6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ипреме своје географске  атласе  које  могу  користити  за  давање  одговора  и  израду  задатака</w:t>
            </w:r>
            <w:r w:rsidR="0090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bookmarkStart w:id="0" w:name="_GoBack"/>
            <w:bookmarkEnd w:id="0"/>
            <w:r w:rsidR="008D6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часу.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B85A26" w:rsidRDefault="00F62A80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9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Постављамо  питања:</w:t>
            </w:r>
          </w:p>
          <w:p w:rsidR="00D93068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-Зашто кажемо  да  је  Западна  Европа  атлантска  регија  у пуном  смислу  речи?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због  чега је  географски  положај  Западне Европе  изузетно  повољан.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-За  коју земљу  Западне  Европе  кажемо да  је  и  атлантсака  и  средоземна?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 земље  Западне  Европе  се налазе и  на источној  и  на западној  полулопти?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-Шта  су  естуари?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две  реке завршавају  свој  ток у  естуару  Жиронда?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-На  карти  пронађи  које  су  морске  луке на естуарима   Темзе,  Сене,  Лоаре  и  на  естуару  Жиронда.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 морска  струја  и  који  ветрови  одређују  климу  већег  дела  Западне  Европе?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-Шта  су  полдери  и  за  коју  земљу  су  карактеристични?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-Које земље  излазе  на  Северно  море?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-Који  су највећи извори  загађења  Северног мора?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-Која два народа  чине  становништво  Белгије'?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појам  «демографска  зима».</w:t>
            </w:r>
          </w:p>
          <w:p w:rsidR="000A6DFC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ушћу које реке се</w:t>
            </w:r>
            <w:r w:rsidR="002B2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налази лука  Ротердам?</w:t>
            </w:r>
          </w:p>
          <w:p w:rsidR="000A6DFC" w:rsidRPr="00545C96" w:rsidRDefault="000A6DFC" w:rsidP="008D662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  чему  се састоји значај  тунела</w:t>
            </w:r>
            <w:r w:rsidR="002B2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испод  Ламанша?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2E1B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2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Похваљујемо  најактивније  ученике  и  дајемо  одговарајаће  оцене за  актиност.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A6DFC"/>
    <w:rsid w:val="000D1454"/>
    <w:rsid w:val="00177289"/>
    <w:rsid w:val="001C45B5"/>
    <w:rsid w:val="001C6C13"/>
    <w:rsid w:val="001D57CA"/>
    <w:rsid w:val="002365E8"/>
    <w:rsid w:val="002B2B3A"/>
    <w:rsid w:val="002E1B7E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F784B"/>
    <w:rsid w:val="00605D58"/>
    <w:rsid w:val="00606767"/>
    <w:rsid w:val="00664F16"/>
    <w:rsid w:val="00670648"/>
    <w:rsid w:val="006C1089"/>
    <w:rsid w:val="006D5681"/>
    <w:rsid w:val="006F2937"/>
    <w:rsid w:val="007906D8"/>
    <w:rsid w:val="007E6623"/>
    <w:rsid w:val="0080459B"/>
    <w:rsid w:val="00854D2A"/>
    <w:rsid w:val="008D662F"/>
    <w:rsid w:val="008F0F0B"/>
    <w:rsid w:val="00902E15"/>
    <w:rsid w:val="009307D5"/>
    <w:rsid w:val="00942ED0"/>
    <w:rsid w:val="0094301B"/>
    <w:rsid w:val="00962C5B"/>
    <w:rsid w:val="0096516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93068"/>
    <w:rsid w:val="00DE65D7"/>
    <w:rsid w:val="00E4334D"/>
    <w:rsid w:val="00EA38C7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B5459-9F24-4467-B5BC-A5F398D7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2020-07-01T21:13:00Z</dcterms:created>
  <dcterms:modified xsi:type="dcterms:W3CDTF">2020-07-03T10:41:00Z</dcterms:modified>
</cp:coreProperties>
</file>